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8393B" w14:textId="4AC0C546" w:rsidR="00E00951" w:rsidRPr="00A62E2C" w:rsidRDefault="00E00951" w:rsidP="00E00951">
      <w:pPr>
        <w:tabs>
          <w:tab w:val="right" w:pos="8895"/>
        </w:tabs>
        <w:spacing w:after="0" w:line="240" w:lineRule="auto"/>
        <w:rPr>
          <w:rFonts w:ascii="Colonna MT" w:hAnsi="Colonna MT" w:cs="Calibri"/>
          <w:color w:val="336600"/>
          <w:sz w:val="72"/>
          <w:szCs w:val="72"/>
        </w:rPr>
      </w:pPr>
      <w:r w:rsidRPr="00A62E2C">
        <w:rPr>
          <w:rFonts w:ascii="Colonna MT" w:hAnsi="Colonna MT" w:cs="Calibri"/>
          <w:b/>
          <w:bCs/>
          <w:noProof/>
          <w:color w:val="336600"/>
          <w:sz w:val="72"/>
          <w:szCs w:val="72"/>
        </w:rPr>
        <w:drawing>
          <wp:anchor distT="0" distB="0" distL="114300" distR="114300" simplePos="0" relativeHeight="251670528" behindDoc="1" locked="0" layoutInCell="1" allowOverlap="1" wp14:anchorId="30BDF17C" wp14:editId="791ABA3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88720" cy="927076"/>
            <wp:effectExtent l="0" t="0" r="0" b="6985"/>
            <wp:wrapTight wrapText="bothSides">
              <wp:wrapPolygon edited="0">
                <wp:start x="4846" y="0"/>
                <wp:lineTo x="3115" y="3109"/>
                <wp:lineTo x="2423" y="4886"/>
                <wp:lineTo x="3115" y="7995"/>
                <wp:lineTo x="692" y="11548"/>
                <wp:lineTo x="0" y="13324"/>
                <wp:lineTo x="0" y="16877"/>
                <wp:lineTo x="2077" y="20875"/>
                <wp:lineTo x="3115" y="21319"/>
                <wp:lineTo x="12808" y="21319"/>
                <wp:lineTo x="19731" y="15101"/>
                <wp:lineTo x="21115" y="11548"/>
                <wp:lineTo x="21115" y="3553"/>
                <wp:lineTo x="16962" y="0"/>
                <wp:lineTo x="4846" y="0"/>
              </wp:wrapPolygon>
            </wp:wrapTight>
            <wp:docPr id="112378919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789197" name="Picture 112378919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9270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2E2C">
        <w:rPr>
          <w:rFonts w:ascii="Colonna MT" w:hAnsi="Colonna MT" w:cs="Calibri"/>
          <w:color w:val="336600"/>
          <w:sz w:val="72"/>
          <w:szCs w:val="72"/>
        </w:rPr>
        <w:t>What Matters?</w:t>
      </w:r>
      <w:r w:rsidRPr="00A62E2C">
        <w:rPr>
          <w:rFonts w:ascii="Colonna MT" w:hAnsi="Colonna MT" w:cs="Calibri"/>
          <w:color w:val="336600"/>
          <w:sz w:val="52"/>
          <w:szCs w:val="52"/>
        </w:rPr>
        <w:t xml:space="preserve"> </w:t>
      </w:r>
    </w:p>
    <w:p w14:paraId="62025265" w14:textId="52421D26" w:rsidR="00EF1061" w:rsidRPr="00A62E2C" w:rsidRDefault="00420D7E" w:rsidP="00E00951">
      <w:pPr>
        <w:spacing w:after="0" w:line="240" w:lineRule="auto"/>
        <w:ind w:right="1296"/>
        <w:rPr>
          <w:rFonts w:ascii="Colonna MT" w:hAnsi="Colonna MT" w:cs="Calibri"/>
          <w:b/>
          <w:bCs/>
          <w:color w:val="4F6228" w:themeColor="accent3" w:themeShade="80"/>
          <w:sz w:val="44"/>
          <w:szCs w:val="44"/>
        </w:rPr>
      </w:pPr>
      <w:r w:rsidRPr="00A62E2C">
        <w:rPr>
          <w:rFonts w:ascii="Colonna MT" w:hAnsi="Colonna MT" w:cs="Calibri"/>
          <w:b/>
          <w:bCs/>
          <w:color w:val="4F6228" w:themeColor="accent3" w:themeShade="80"/>
          <w:sz w:val="44"/>
          <w:szCs w:val="44"/>
        </w:rPr>
        <w:t>Family</w:t>
      </w:r>
      <w:r w:rsidR="00B41359" w:rsidRPr="00A62E2C">
        <w:rPr>
          <w:rFonts w:ascii="Colonna MT" w:hAnsi="Colonna MT" w:cs="Calibri"/>
          <w:b/>
          <w:bCs/>
          <w:color w:val="4F6228" w:themeColor="accent3" w:themeShade="80"/>
          <w:sz w:val="44"/>
          <w:szCs w:val="44"/>
        </w:rPr>
        <w:t xml:space="preserve"> </w:t>
      </w:r>
      <w:r w:rsidR="00EF1061" w:rsidRPr="00A62E2C">
        <w:rPr>
          <w:rFonts w:ascii="Colonna MT" w:hAnsi="Colonna MT" w:cs="Calibri"/>
          <w:b/>
          <w:bCs/>
          <w:color w:val="4F6228" w:themeColor="accent3" w:themeShade="80"/>
          <w:sz w:val="44"/>
          <w:szCs w:val="44"/>
        </w:rPr>
        <w:t xml:space="preserve">Commitment </w:t>
      </w:r>
      <w:r w:rsidR="00B41359" w:rsidRPr="00A62E2C">
        <w:rPr>
          <w:rFonts w:ascii="Colonna MT" w:hAnsi="Colonna MT" w:cs="Calibri"/>
          <w:b/>
          <w:bCs/>
          <w:color w:val="4F6228" w:themeColor="accent3" w:themeShade="80"/>
          <w:sz w:val="44"/>
          <w:szCs w:val="44"/>
        </w:rPr>
        <w:t>Statement</w:t>
      </w:r>
    </w:p>
    <w:p w14:paraId="2FC36FFF" w14:textId="73058347" w:rsidR="00EF1061" w:rsidRDefault="00EF1061" w:rsidP="00E00951">
      <w:pPr>
        <w:spacing w:line="240" w:lineRule="auto"/>
        <w:ind w:right="1296"/>
        <w:rPr>
          <w:rFonts w:ascii="Calibri" w:hAnsi="Calibri" w:cs="Calibri"/>
          <w:b/>
          <w:bCs/>
          <w:i/>
          <w:iCs/>
          <w:color w:val="365F91" w:themeColor="accent1" w:themeShade="BF"/>
          <w:sz w:val="24"/>
          <w:szCs w:val="24"/>
        </w:rPr>
      </w:pPr>
      <w:r w:rsidRPr="00E00951">
        <w:rPr>
          <w:rFonts w:ascii="Calibri" w:hAnsi="Calibri" w:cs="Calibri"/>
          <w:b/>
          <w:bCs/>
          <w:i/>
          <w:iCs/>
          <w:noProof/>
          <w:color w:val="4F6228" w:themeColor="accent3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59A0A4" wp14:editId="361E2899">
                <wp:simplePos x="0" y="0"/>
                <wp:positionH relativeFrom="margin">
                  <wp:align>center</wp:align>
                </wp:positionH>
                <wp:positionV relativeFrom="paragraph">
                  <wp:posOffset>276225</wp:posOffset>
                </wp:positionV>
                <wp:extent cx="68580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5AFCD3" id="Straight Connector 1" o:spid="_x0000_s1026" style="position:absolute;z-index:2516674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21.75pt" to="54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" strokecolor="#4e6128 [1606]">
                <w10:wrap anchorx="margin"/>
              </v:line>
            </w:pict>
          </mc:Fallback>
        </mc:AlternateContent>
      </w:r>
      <w:r w:rsidRPr="00E00951">
        <w:rPr>
          <w:rFonts w:ascii="Calibri" w:hAnsi="Calibri" w:cs="Calibri"/>
          <w:b/>
          <w:bCs/>
          <w:i/>
          <w:iCs/>
          <w:color w:val="4F6228" w:themeColor="accent3" w:themeShade="80"/>
          <w:sz w:val="24"/>
          <w:szCs w:val="24"/>
        </w:rPr>
        <w:t>Stewardship 202</w:t>
      </w:r>
      <w:r w:rsidR="00E00951">
        <w:rPr>
          <w:rFonts w:ascii="Calibri" w:hAnsi="Calibri" w:cs="Calibri"/>
          <w:b/>
          <w:bCs/>
          <w:i/>
          <w:iCs/>
          <w:color w:val="4F6228" w:themeColor="accent3" w:themeShade="80"/>
          <w:sz w:val="24"/>
          <w:szCs w:val="24"/>
        </w:rPr>
        <w:t>4</w:t>
      </w:r>
    </w:p>
    <w:p w14:paraId="0B1BDF34" w14:textId="1D5FC5B6" w:rsidR="00420D7E" w:rsidRPr="00A62E2C" w:rsidRDefault="00420D7E" w:rsidP="00420D7E">
      <w:pPr>
        <w:spacing w:before="240"/>
        <w:ind w:right="180"/>
        <w:rPr>
          <w:rFonts w:ascii="Cambria" w:hAnsi="Cambria" w:cs="Calibri"/>
          <w:b/>
          <w:bCs/>
          <w:sz w:val="24"/>
          <w:szCs w:val="24"/>
        </w:rPr>
      </w:pPr>
      <w:r w:rsidRPr="00E00951">
        <w:rPr>
          <w:rFonts w:ascii="Cambria" w:hAnsi="Cambria" w:cs="Calibri"/>
          <w:sz w:val="24"/>
          <w:szCs w:val="24"/>
        </w:rPr>
        <w:t>Stewardship season is a time for you to prayerfully consider how you will</w:t>
      </w:r>
      <w:r w:rsidRPr="00E00951">
        <w:rPr>
          <w:rFonts w:ascii="Cambria" w:hAnsi="Cambria" w:cs="Calibri"/>
          <w:b/>
          <w:bCs/>
          <w:sz w:val="24"/>
          <w:szCs w:val="24"/>
        </w:rPr>
        <w:t xml:space="preserve"> </w:t>
      </w:r>
      <w:r w:rsidR="00A62E2C" w:rsidRPr="00A62E2C">
        <w:rPr>
          <w:rFonts w:ascii="Cambria" w:hAnsi="Cambria" w:cs="Calibri"/>
          <w:sz w:val="24"/>
          <w:szCs w:val="24"/>
        </w:rPr>
        <w:t>demonstrate</w:t>
      </w:r>
      <w:r w:rsidR="00A62E2C">
        <w:rPr>
          <w:rFonts w:ascii="Cambria" w:hAnsi="Cambria" w:cs="Calibri"/>
          <w:b/>
          <w:bCs/>
          <w:sz w:val="24"/>
          <w:szCs w:val="24"/>
        </w:rPr>
        <w:t xml:space="preserve"> what </w:t>
      </w:r>
      <w:r w:rsidR="00A62E2C" w:rsidRPr="00A62E2C">
        <w:rPr>
          <w:rFonts w:ascii="Cambria" w:hAnsi="Cambria" w:cs="Calibri"/>
          <w:b/>
          <w:bCs/>
          <w:i/>
          <w:iCs/>
          <w:sz w:val="24"/>
          <w:szCs w:val="24"/>
        </w:rPr>
        <w:t>really</w:t>
      </w:r>
      <w:r w:rsidR="00A62E2C">
        <w:rPr>
          <w:rFonts w:ascii="Cambria" w:hAnsi="Cambria" w:cs="Calibri"/>
          <w:b/>
          <w:bCs/>
          <w:sz w:val="24"/>
          <w:szCs w:val="24"/>
        </w:rPr>
        <w:t xml:space="preserve"> matters</w:t>
      </w:r>
      <w:r w:rsidR="00ED012E">
        <w:rPr>
          <w:rFonts w:ascii="Cambria" w:hAnsi="Cambria" w:cs="Calibri"/>
          <w:b/>
          <w:bCs/>
          <w:sz w:val="24"/>
          <w:szCs w:val="24"/>
        </w:rPr>
        <w:t xml:space="preserve">: </w:t>
      </w:r>
      <w:r w:rsidRPr="00E00951">
        <w:rPr>
          <w:rFonts w:ascii="Cambria" w:hAnsi="Cambria" w:cs="Calibri"/>
          <w:b/>
          <w:bCs/>
          <w:sz w:val="24"/>
          <w:szCs w:val="24"/>
        </w:rPr>
        <w:t>“</w:t>
      </w:r>
      <w:r w:rsidR="00A62E2C">
        <w:rPr>
          <w:rFonts w:ascii="Cambria" w:hAnsi="Cambria" w:cs="Calibri"/>
          <w:b/>
          <w:bCs/>
          <w:sz w:val="24"/>
          <w:szCs w:val="24"/>
        </w:rPr>
        <w:t>faith working through love</w:t>
      </w:r>
      <w:r w:rsidRPr="00E00951">
        <w:rPr>
          <w:rFonts w:ascii="Cambria" w:hAnsi="Cambria" w:cs="Calibri"/>
          <w:b/>
          <w:bCs/>
          <w:sz w:val="24"/>
          <w:szCs w:val="24"/>
        </w:rPr>
        <w:t xml:space="preserve">” </w:t>
      </w:r>
      <w:r w:rsidRPr="00E00951">
        <w:rPr>
          <w:rFonts w:ascii="Cambria" w:hAnsi="Cambria" w:cs="Calibri"/>
          <w:sz w:val="24"/>
          <w:szCs w:val="24"/>
        </w:rPr>
        <w:t>(</w:t>
      </w:r>
      <w:r w:rsidR="00A62E2C" w:rsidRPr="00A62E2C">
        <w:rPr>
          <w:rFonts w:ascii="Cambria" w:hAnsi="Cambria" w:cs="Calibri"/>
          <w:i/>
          <w:iCs/>
          <w:sz w:val="24"/>
          <w:szCs w:val="24"/>
        </w:rPr>
        <w:t>Gal 5:6b</w:t>
      </w:r>
      <w:r w:rsidRPr="00E00951">
        <w:rPr>
          <w:rFonts w:ascii="Cambria" w:hAnsi="Cambria" w:cs="Calibri"/>
          <w:sz w:val="24"/>
          <w:szCs w:val="24"/>
        </w:rPr>
        <w:t xml:space="preserve">) in the coming year. God does, indeed, provide, and part of how </w:t>
      </w:r>
      <w:r w:rsidR="00A62E2C">
        <w:rPr>
          <w:rFonts w:ascii="Cambria" w:hAnsi="Cambria" w:cs="Calibri"/>
          <w:sz w:val="24"/>
          <w:szCs w:val="24"/>
        </w:rPr>
        <w:t xml:space="preserve">God </w:t>
      </w:r>
      <w:r w:rsidRPr="00E00951">
        <w:rPr>
          <w:rFonts w:ascii="Cambria" w:hAnsi="Cambria" w:cs="Calibri"/>
          <w:sz w:val="24"/>
          <w:szCs w:val="24"/>
        </w:rPr>
        <w:t xml:space="preserve">does that is through </w:t>
      </w:r>
      <w:r w:rsidRPr="00E00951">
        <w:rPr>
          <w:rFonts w:ascii="Cambria" w:hAnsi="Cambria" w:cs="Calibri"/>
          <w:i/>
          <w:iCs/>
          <w:sz w:val="24"/>
          <w:szCs w:val="24"/>
        </w:rPr>
        <w:t>you</w:t>
      </w:r>
      <w:r w:rsidRPr="00E00951">
        <w:rPr>
          <w:rFonts w:ascii="Cambria" w:hAnsi="Cambria" w:cs="Calibri"/>
          <w:sz w:val="24"/>
          <w:szCs w:val="24"/>
        </w:rPr>
        <w:t xml:space="preserve">. Please take a few minutes to </w:t>
      </w:r>
      <w:r w:rsidR="000833EA" w:rsidRPr="00E00951">
        <w:rPr>
          <w:rFonts w:ascii="Cambria" w:hAnsi="Cambria" w:cs="Calibri"/>
          <w:sz w:val="24"/>
          <w:szCs w:val="24"/>
        </w:rPr>
        <w:t xml:space="preserve">decide how you </w:t>
      </w:r>
      <w:r w:rsidR="000E650F" w:rsidRPr="00E00951">
        <w:rPr>
          <w:rFonts w:ascii="Cambria" w:hAnsi="Cambria" w:cs="Calibri"/>
          <w:sz w:val="24"/>
          <w:szCs w:val="24"/>
        </w:rPr>
        <w:t xml:space="preserve">and your family </w:t>
      </w:r>
      <w:r w:rsidR="000833EA" w:rsidRPr="00E00951">
        <w:rPr>
          <w:rFonts w:ascii="Cambria" w:hAnsi="Cambria" w:cs="Calibri"/>
          <w:sz w:val="24"/>
          <w:szCs w:val="24"/>
        </w:rPr>
        <w:t xml:space="preserve">will serve </w:t>
      </w:r>
      <w:r w:rsidR="000E650F" w:rsidRPr="00E00951">
        <w:rPr>
          <w:rFonts w:ascii="Cambria" w:hAnsi="Cambria" w:cs="Calibri"/>
          <w:sz w:val="24"/>
          <w:szCs w:val="24"/>
        </w:rPr>
        <w:t>at Westminster</w:t>
      </w:r>
      <w:r w:rsidR="006A752C">
        <w:rPr>
          <w:rFonts w:ascii="Cambria" w:hAnsi="Cambria" w:cs="Calibri"/>
          <w:sz w:val="24"/>
          <w:szCs w:val="24"/>
        </w:rPr>
        <w:t xml:space="preserve"> in the year ahead</w:t>
      </w:r>
      <w:r w:rsidR="000E650F" w:rsidRPr="00E00951">
        <w:rPr>
          <w:rFonts w:ascii="Cambria" w:hAnsi="Cambria" w:cs="Calibri"/>
          <w:sz w:val="24"/>
          <w:szCs w:val="24"/>
        </w:rPr>
        <w:t xml:space="preserve">, </w:t>
      </w:r>
      <w:r w:rsidR="000833EA" w:rsidRPr="00E00951">
        <w:rPr>
          <w:rFonts w:ascii="Cambria" w:hAnsi="Cambria" w:cs="Calibri"/>
          <w:sz w:val="24"/>
          <w:szCs w:val="24"/>
        </w:rPr>
        <w:t xml:space="preserve">and </w:t>
      </w:r>
      <w:r w:rsidR="000E650F" w:rsidRPr="00E00951">
        <w:rPr>
          <w:rFonts w:ascii="Cambria" w:hAnsi="Cambria" w:cs="Calibri"/>
          <w:sz w:val="24"/>
          <w:szCs w:val="24"/>
        </w:rPr>
        <w:t xml:space="preserve">then </w:t>
      </w:r>
      <w:r w:rsidR="000833EA" w:rsidRPr="00E00951">
        <w:rPr>
          <w:rFonts w:ascii="Cambria" w:hAnsi="Cambria" w:cs="Calibri"/>
          <w:sz w:val="24"/>
          <w:szCs w:val="24"/>
        </w:rPr>
        <w:t xml:space="preserve">complete this form. </w:t>
      </w:r>
      <w:r w:rsidR="004F2F11" w:rsidRPr="00E00951">
        <w:rPr>
          <w:rFonts w:ascii="Cambria" w:hAnsi="Cambria" w:cs="Calibri"/>
          <w:sz w:val="24"/>
          <w:szCs w:val="24"/>
        </w:rPr>
        <w:t>During worship o</w:t>
      </w:r>
      <w:r w:rsidR="000833EA" w:rsidRPr="00E00951">
        <w:rPr>
          <w:rFonts w:ascii="Cambria" w:hAnsi="Cambria" w:cs="Calibri"/>
          <w:sz w:val="24"/>
          <w:szCs w:val="24"/>
        </w:rPr>
        <w:t xml:space="preserve">n </w:t>
      </w:r>
      <w:r w:rsidR="00A62E2C" w:rsidRPr="00A62E2C">
        <w:rPr>
          <w:rFonts w:ascii="Cambria" w:hAnsi="Cambria" w:cs="Calibri"/>
          <w:b/>
          <w:bCs/>
          <w:sz w:val="24"/>
          <w:szCs w:val="24"/>
        </w:rPr>
        <w:t xml:space="preserve">Dedication </w:t>
      </w:r>
      <w:r w:rsidR="000833EA" w:rsidRPr="00E00951">
        <w:rPr>
          <w:rFonts w:ascii="Cambria" w:hAnsi="Cambria" w:cs="Calibri"/>
          <w:b/>
          <w:bCs/>
          <w:sz w:val="24"/>
          <w:szCs w:val="24"/>
        </w:rPr>
        <w:t xml:space="preserve">Sunday, November </w:t>
      </w:r>
      <w:r w:rsidR="004F2F11" w:rsidRPr="00E00951">
        <w:rPr>
          <w:rFonts w:ascii="Cambria" w:hAnsi="Cambria" w:cs="Calibri"/>
          <w:b/>
          <w:bCs/>
          <w:sz w:val="24"/>
          <w:szCs w:val="24"/>
        </w:rPr>
        <w:t>1</w:t>
      </w:r>
      <w:r w:rsidR="00A62E2C">
        <w:rPr>
          <w:rFonts w:ascii="Cambria" w:hAnsi="Cambria" w:cs="Calibri"/>
          <w:b/>
          <w:bCs/>
          <w:sz w:val="24"/>
          <w:szCs w:val="24"/>
        </w:rPr>
        <w:t>9</w:t>
      </w:r>
      <w:r w:rsidR="004F2F11" w:rsidRPr="00E00951">
        <w:rPr>
          <w:rFonts w:ascii="Cambria" w:hAnsi="Cambria" w:cs="Calibri"/>
          <w:b/>
          <w:bCs/>
          <w:sz w:val="24"/>
          <w:szCs w:val="24"/>
        </w:rPr>
        <w:t>,</w:t>
      </w:r>
      <w:r w:rsidR="004F2F11" w:rsidRPr="00E00951">
        <w:rPr>
          <w:rFonts w:ascii="Cambria" w:hAnsi="Cambria" w:cs="Calibri"/>
          <w:sz w:val="24"/>
          <w:szCs w:val="24"/>
        </w:rPr>
        <w:t xml:space="preserve"> </w:t>
      </w:r>
      <w:proofErr w:type="gramStart"/>
      <w:r w:rsidR="004F2F11" w:rsidRPr="00E00951">
        <w:rPr>
          <w:rFonts w:ascii="Cambria" w:hAnsi="Cambria" w:cs="Calibri"/>
          <w:sz w:val="24"/>
          <w:szCs w:val="24"/>
        </w:rPr>
        <w:t>you’ll</w:t>
      </w:r>
      <w:proofErr w:type="gramEnd"/>
      <w:r w:rsidR="004F2F11" w:rsidRPr="00E00951">
        <w:rPr>
          <w:rFonts w:ascii="Cambria" w:hAnsi="Cambria" w:cs="Calibri"/>
          <w:sz w:val="24"/>
          <w:szCs w:val="24"/>
        </w:rPr>
        <w:t xml:space="preserve"> be invited to tuck this </w:t>
      </w:r>
      <w:r w:rsidR="00A62E2C">
        <w:rPr>
          <w:rFonts w:ascii="Cambria" w:hAnsi="Cambria" w:cs="Calibri"/>
          <w:sz w:val="24"/>
          <w:szCs w:val="24"/>
        </w:rPr>
        <w:t xml:space="preserve">form </w:t>
      </w:r>
      <w:r w:rsidR="004F2F11" w:rsidRPr="00E00951">
        <w:rPr>
          <w:rFonts w:ascii="Cambria" w:hAnsi="Cambria" w:cs="Calibri"/>
          <w:sz w:val="24"/>
          <w:szCs w:val="24"/>
        </w:rPr>
        <w:t xml:space="preserve">into an envelope and bring it forward to be dedicated to God’s glory. </w:t>
      </w:r>
    </w:p>
    <w:p w14:paraId="70DE66C2" w14:textId="77777777" w:rsidR="00915B93" w:rsidRPr="00E00951" w:rsidRDefault="00915B93" w:rsidP="00915B93">
      <w:pPr>
        <w:spacing w:after="0"/>
        <w:ind w:right="187"/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</w:pPr>
      <w:r w:rsidRPr="00E00951"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  <w:t>Financial Contribution</w:t>
      </w:r>
    </w:p>
    <w:p w14:paraId="1F1917FD" w14:textId="66B6BE55" w:rsidR="00915B93" w:rsidRPr="000E650F" w:rsidRDefault="00915B93" w:rsidP="005F4E4B">
      <w:pPr>
        <w:shd w:val="clear" w:color="auto" w:fill="FFFFFF"/>
        <w:spacing w:after="240"/>
        <w:textAlignment w:val="baseline"/>
        <w:rPr>
          <w:rFonts w:ascii="Cambria" w:eastAsia="Times New Roman" w:hAnsi="Cambria" w:cstheme="minorHAnsi"/>
          <w:i/>
          <w:iCs/>
          <w:sz w:val="24"/>
          <w:szCs w:val="24"/>
        </w:rPr>
      </w:pPr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 xml:space="preserve">As we are obedient to God’s mission for us, </w:t>
      </w:r>
      <w:r w:rsidR="006A752C">
        <w:rPr>
          <w:rFonts w:ascii="Cambria" w:eastAsia="Times New Roman" w:hAnsi="Cambria" w:cstheme="minorHAnsi"/>
          <w:i/>
          <w:iCs/>
          <w:sz w:val="24"/>
          <w:szCs w:val="24"/>
        </w:rPr>
        <w:t xml:space="preserve">God </w:t>
      </w:r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>provide</w:t>
      </w:r>
      <w:r w:rsidR="006A752C">
        <w:rPr>
          <w:rFonts w:ascii="Cambria" w:eastAsia="Times New Roman" w:hAnsi="Cambria" w:cstheme="minorHAnsi"/>
          <w:i/>
          <w:iCs/>
          <w:sz w:val="24"/>
          <w:szCs w:val="24"/>
        </w:rPr>
        <w:t>s</w:t>
      </w:r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 xml:space="preserve"> the resources “more abundantly than we could ask or imagine”! (Ephesians 3:20) Please indicate the level of faithful financial support </w:t>
      </w:r>
      <w:r w:rsidR="00ED012E">
        <w:rPr>
          <w:rFonts w:ascii="Cambria" w:eastAsia="Times New Roman" w:hAnsi="Cambria" w:cstheme="minorHAnsi"/>
          <w:i/>
          <w:iCs/>
          <w:sz w:val="24"/>
          <w:szCs w:val="24"/>
        </w:rPr>
        <w:t xml:space="preserve">that </w:t>
      </w:r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 xml:space="preserve">you </w:t>
      </w:r>
      <w:proofErr w:type="gramStart"/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>are able to</w:t>
      </w:r>
      <w:proofErr w:type="gramEnd"/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 xml:space="preserve"> pledge as your grateful response to all that God has given to you. Having this information is </w:t>
      </w:r>
      <w:r w:rsidRPr="005F4E4B">
        <w:rPr>
          <w:rFonts w:ascii="Cambria" w:eastAsia="Times New Roman" w:hAnsi="Cambria" w:cstheme="minorHAnsi"/>
          <w:sz w:val="24"/>
          <w:szCs w:val="24"/>
        </w:rPr>
        <w:t>essential</w:t>
      </w:r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 xml:space="preserve"> to help </w:t>
      </w:r>
      <w:r w:rsidR="005F4E4B">
        <w:rPr>
          <w:rFonts w:ascii="Cambria" w:eastAsia="Times New Roman" w:hAnsi="Cambria" w:cstheme="minorHAnsi"/>
          <w:i/>
          <w:iCs/>
          <w:sz w:val="24"/>
          <w:szCs w:val="24"/>
        </w:rPr>
        <w:t>your</w:t>
      </w:r>
      <w:r w:rsidRPr="000E650F">
        <w:rPr>
          <w:rFonts w:ascii="Cambria" w:eastAsia="Times New Roman" w:hAnsi="Cambria" w:cstheme="minorHAnsi"/>
          <w:i/>
          <w:iCs/>
          <w:sz w:val="24"/>
          <w:szCs w:val="24"/>
        </w:rPr>
        <w:t xml:space="preserve"> Session craft a meaningful budget and determine the scope of work for the coming year.</w:t>
      </w:r>
    </w:p>
    <w:p w14:paraId="20BA13F6" w14:textId="39265C3B" w:rsidR="00915B93" w:rsidRDefault="00915B93" w:rsidP="00915B93">
      <w:pPr>
        <w:shd w:val="clear" w:color="auto" w:fill="FFFFFF"/>
        <w:textAlignment w:val="baseline"/>
        <w:rPr>
          <w:rFonts w:ascii="Cambria" w:eastAsia="Times New Roman" w:hAnsi="Cambria" w:cstheme="minorHAnsi"/>
          <w:sz w:val="24"/>
          <w:szCs w:val="24"/>
        </w:rPr>
      </w:pPr>
      <w:r>
        <w:rPr>
          <w:rFonts w:ascii="Cambria" w:eastAsia="Times New Roman" w:hAnsi="Cambria" w:cstheme="minorHAnsi"/>
          <w:sz w:val="24"/>
          <w:szCs w:val="24"/>
        </w:rPr>
        <w:t>Name: ___________________________________________________</w:t>
      </w:r>
      <w:r w:rsidR="005F4E4B">
        <w:rPr>
          <w:rFonts w:ascii="Cambria" w:eastAsia="Times New Roman" w:hAnsi="Cambria" w:cstheme="minorHAnsi"/>
          <w:sz w:val="24"/>
          <w:szCs w:val="24"/>
        </w:rPr>
        <w:t>______________________</w:t>
      </w:r>
      <w:r>
        <w:rPr>
          <w:rFonts w:ascii="Cambria" w:eastAsia="Times New Roman" w:hAnsi="Cambria" w:cstheme="minorHAnsi"/>
          <w:sz w:val="24"/>
          <w:szCs w:val="24"/>
        </w:rPr>
        <w:t>___</w:t>
      </w:r>
    </w:p>
    <w:p w14:paraId="1D9C900C" w14:textId="66BCFC67" w:rsidR="00915B93" w:rsidRDefault="00915B93" w:rsidP="005F4E4B">
      <w:pPr>
        <w:shd w:val="clear" w:color="auto" w:fill="FFFFFF"/>
        <w:spacing w:after="240"/>
        <w:textAlignment w:val="baseline"/>
        <w:rPr>
          <w:rFonts w:ascii="Cambria" w:eastAsia="Times New Roman" w:hAnsi="Cambria" w:cstheme="minorHAnsi"/>
          <w:sz w:val="24"/>
          <w:szCs w:val="24"/>
        </w:rPr>
      </w:pPr>
      <w:r>
        <w:rPr>
          <w:rFonts w:ascii="Cambria" w:eastAsia="Times New Roman" w:hAnsi="Cambria" w:cstheme="minorHAnsi"/>
          <w:sz w:val="24"/>
          <w:szCs w:val="24"/>
        </w:rPr>
        <w:t>Amount: $ ___________________ per _________________________ (</w:t>
      </w:r>
      <w:r w:rsidR="007F4533" w:rsidRPr="007F4533">
        <w:rPr>
          <w:rFonts w:ascii="Cambria" w:eastAsia="Times New Roman" w:hAnsi="Cambria" w:cstheme="minorHAnsi"/>
          <w:i/>
          <w:iCs/>
          <w:sz w:val="24"/>
          <w:szCs w:val="24"/>
        </w:rPr>
        <w:t xml:space="preserve">circle: </w:t>
      </w:r>
      <w:r w:rsidRPr="00263DE0">
        <w:rPr>
          <w:rFonts w:ascii="Cambria" w:eastAsia="Times New Roman" w:hAnsi="Cambria" w:cstheme="minorHAnsi"/>
          <w:i/>
          <w:iCs/>
          <w:sz w:val="24"/>
          <w:szCs w:val="24"/>
        </w:rPr>
        <w:t>week, month, year</w:t>
      </w:r>
      <w:r>
        <w:rPr>
          <w:rFonts w:ascii="Cambria" w:eastAsia="Times New Roman" w:hAnsi="Cambria" w:cstheme="minorHAnsi"/>
          <w:sz w:val="24"/>
          <w:szCs w:val="24"/>
        </w:rPr>
        <w:t>)</w:t>
      </w:r>
    </w:p>
    <w:p w14:paraId="266FB02A" w14:textId="1A4EE15F" w:rsidR="004F2F11" w:rsidRPr="00E00951" w:rsidRDefault="004F2F11" w:rsidP="004F2F11">
      <w:pPr>
        <w:spacing w:after="0"/>
        <w:ind w:right="187"/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</w:pPr>
      <w:r w:rsidRPr="00E00951"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  <w:t>Time and Talent</w:t>
      </w:r>
    </w:p>
    <w:p w14:paraId="05E665E0" w14:textId="15290DC2" w:rsidR="004F2F11" w:rsidRPr="004F2F11" w:rsidRDefault="004F2F11" w:rsidP="005F4E4B">
      <w:pPr>
        <w:spacing w:after="120" w:line="240" w:lineRule="auto"/>
        <w:ind w:right="187"/>
        <w:rPr>
          <w:rFonts w:ascii="Cambria" w:hAnsi="Cambria" w:cs="Calibri"/>
          <w:i/>
          <w:iCs/>
          <w:sz w:val="24"/>
          <w:szCs w:val="24"/>
        </w:rPr>
      </w:pPr>
      <w:r w:rsidRPr="004F2F11">
        <w:rPr>
          <w:rFonts w:ascii="Cambria" w:hAnsi="Cambria" w:cs="Calibri"/>
          <w:i/>
          <w:iCs/>
          <w:sz w:val="24"/>
          <w:szCs w:val="24"/>
        </w:rPr>
        <w:t>Which of the following opportunities for service would bring you joy while benefiting God’s kingdom? All</w:t>
      </w:r>
      <w:r>
        <w:rPr>
          <w:rFonts w:ascii="Cambria" w:hAnsi="Cambria" w:cs="Calibri"/>
          <w:i/>
          <w:iCs/>
          <w:sz w:val="24"/>
          <w:szCs w:val="24"/>
        </w:rPr>
        <w:t> </w:t>
      </w:r>
      <w:r w:rsidRPr="004F2F11">
        <w:rPr>
          <w:rFonts w:ascii="Cambria" w:hAnsi="Cambria" w:cs="Calibri"/>
          <w:i/>
          <w:iCs/>
          <w:sz w:val="24"/>
          <w:szCs w:val="24"/>
        </w:rPr>
        <w:t>members of your household are invited to write their initials beside each item of interest. Thanks!</w:t>
      </w: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720"/>
        <w:gridCol w:w="432"/>
        <w:gridCol w:w="4608"/>
        <w:gridCol w:w="720"/>
      </w:tblGrid>
      <w:tr w:rsidR="009662C5" w14:paraId="46E2D8DB" w14:textId="77777777" w:rsidTr="00D45A13">
        <w:trPr>
          <w:trHeight w:val="576"/>
        </w:trPr>
        <w:tc>
          <w:tcPr>
            <w:tcW w:w="4320" w:type="dxa"/>
            <w:vAlign w:val="bottom"/>
          </w:tcPr>
          <w:p w14:paraId="058E07CC" w14:textId="04F31EB4" w:rsidR="003C2228" w:rsidRDefault="00C06C5F" w:rsidP="003C2228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Pray daily for Westminster’s church</w:t>
            </w:r>
            <w:r w:rsidR="00B65387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>
              <w:rPr>
                <w:rFonts w:ascii="Cambria" w:hAnsi="Cambria" w:cs="Calibri"/>
                <w:sz w:val="24"/>
                <w:szCs w:val="24"/>
              </w:rPr>
              <w:t>family, Session, and pastor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4CDBF81" w14:textId="77777777" w:rsidR="003C2228" w:rsidRDefault="003C2228" w:rsidP="003C2228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543879A6" w14:textId="77777777" w:rsidR="003C2228" w:rsidRDefault="003C2228" w:rsidP="003C2228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159FC194" w14:textId="22047B50" w:rsidR="003C2228" w:rsidRDefault="003C2228" w:rsidP="003C2228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Support </w:t>
            </w:r>
            <w:r w:rsidR="00D45A13">
              <w:rPr>
                <w:rFonts w:ascii="Cambria" w:hAnsi="Cambria" w:cs="Calibri"/>
                <w:sz w:val="24"/>
                <w:szCs w:val="24"/>
              </w:rPr>
              <w:t xml:space="preserve">audio/visuals and </w:t>
            </w:r>
            <w:r>
              <w:rPr>
                <w:rFonts w:ascii="Cambria" w:hAnsi="Cambria" w:cs="Calibri"/>
                <w:sz w:val="24"/>
                <w:szCs w:val="24"/>
              </w:rPr>
              <w:t xml:space="preserve">live-streaming </w:t>
            </w:r>
            <w:r w:rsidR="00D45A13">
              <w:rPr>
                <w:rFonts w:ascii="Cambria" w:hAnsi="Cambria" w:cs="Calibri"/>
                <w:sz w:val="24"/>
                <w:szCs w:val="24"/>
              </w:rPr>
              <w:t>during worship or meetings</w:t>
            </w:r>
            <w:r>
              <w:rPr>
                <w:rFonts w:ascii="Cambria" w:hAnsi="Cambria" w:cs="Calibri"/>
                <w:sz w:val="24"/>
                <w:szCs w:val="24"/>
              </w:rPr>
              <w:t>*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2CD2104D" w14:textId="77777777" w:rsidR="003C2228" w:rsidRDefault="003C2228" w:rsidP="003C2228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496B66B2" w14:textId="77777777" w:rsidTr="00D45A13">
        <w:tc>
          <w:tcPr>
            <w:tcW w:w="4320" w:type="dxa"/>
            <w:vAlign w:val="bottom"/>
          </w:tcPr>
          <w:p w14:paraId="0E238014" w14:textId="7B9BB8E5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Assist with worship setup/cleanup, especially for communion*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F5415C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15D9127C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43A6CB08" w14:textId="428FDAE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Welcome people as they arrive for worship (i.e., worship </w:t>
            </w:r>
            <w:proofErr w:type="gramStart"/>
            <w:r>
              <w:rPr>
                <w:rFonts w:ascii="Cambria" w:hAnsi="Cambria" w:cs="Calibri"/>
                <w:sz w:val="24"/>
                <w:szCs w:val="24"/>
              </w:rPr>
              <w:t>host)*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C7D449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18CC154E" w14:textId="77777777" w:rsidTr="00D45A13">
        <w:tc>
          <w:tcPr>
            <w:tcW w:w="4320" w:type="dxa"/>
            <w:vAlign w:val="bottom"/>
          </w:tcPr>
          <w:p w14:paraId="39718319" w14:textId="20112533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Participate in meal preparation/ setup/cleanup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BF2B80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0AF4AA0A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672C019F" w14:textId="5D1C8593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Keep WPC social media interesting and up-to-date; host Face</w:t>
            </w:r>
            <w:r w:rsidR="007F4533">
              <w:rPr>
                <w:rFonts w:ascii="Cambria" w:hAnsi="Cambria" w:cs="Calibri"/>
                <w:sz w:val="24"/>
                <w:szCs w:val="24"/>
              </w:rPr>
              <w:t>b</w:t>
            </w:r>
            <w:r>
              <w:rPr>
                <w:rFonts w:ascii="Cambria" w:hAnsi="Cambria" w:cs="Calibri"/>
                <w:sz w:val="24"/>
                <w:szCs w:val="24"/>
              </w:rPr>
              <w:t>ook live feeds*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470F40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0A19A99F" w14:textId="77777777" w:rsidTr="00D45A13">
        <w:tc>
          <w:tcPr>
            <w:tcW w:w="4320" w:type="dxa"/>
            <w:vAlign w:val="bottom"/>
          </w:tcPr>
          <w:p w14:paraId="55CE9656" w14:textId="4CCCE0AE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Read scripture and announcements during worship (i.e., </w:t>
            </w:r>
            <w:proofErr w:type="gramStart"/>
            <w:r>
              <w:rPr>
                <w:rFonts w:ascii="Cambria" w:hAnsi="Cambria" w:cs="Calibri"/>
                <w:sz w:val="24"/>
                <w:szCs w:val="24"/>
              </w:rPr>
              <w:t>liturgist)*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6A3C5A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139A441B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20337995" w14:textId="2213026C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Submit items for the newsletter (e.g.,</w:t>
            </w:r>
            <w:r w:rsidR="0001110E">
              <w:rPr>
                <w:rFonts w:ascii="Cambria" w:hAnsi="Cambria" w:cs="Calibri"/>
                <w:sz w:val="24"/>
                <w:szCs w:val="24"/>
              </w:rPr>
              <w:t> </w:t>
            </w:r>
            <w:r>
              <w:rPr>
                <w:rFonts w:ascii="Cambria" w:hAnsi="Cambria" w:cs="Calibri"/>
                <w:sz w:val="24"/>
                <w:szCs w:val="24"/>
              </w:rPr>
              <w:t>articles, photos, poems)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CBFE53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641CBADF" w14:textId="77777777" w:rsidTr="00D45A13">
        <w:tc>
          <w:tcPr>
            <w:tcW w:w="4320" w:type="dxa"/>
            <w:vAlign w:val="bottom"/>
          </w:tcPr>
          <w:p w14:paraId="45FF5A42" w14:textId="6AD4542A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Open and close building for worship and other gatherings*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36823F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762F96C8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1AB86614" w14:textId="159ACD19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Contact members and friends at home, in hospital, or in hospice (e.g., call, </w:t>
            </w:r>
            <w:proofErr w:type="gramStart"/>
            <w:r>
              <w:rPr>
                <w:rFonts w:ascii="Cambria" w:hAnsi="Cambria" w:cs="Calibri"/>
                <w:sz w:val="24"/>
                <w:szCs w:val="24"/>
              </w:rPr>
              <w:t>visit)*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0C4A4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75BA3618" w14:textId="77777777" w:rsidTr="00D45A13">
        <w:tc>
          <w:tcPr>
            <w:tcW w:w="4320" w:type="dxa"/>
            <w:vAlign w:val="bottom"/>
          </w:tcPr>
          <w:p w14:paraId="6CAD4FE7" w14:textId="6EBB01F5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Arrange and deliver flowers*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DF437C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432CBB8C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2623B8FC" w14:textId="3F6AD410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Maintain the church website*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7C6E31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632A87B0" w14:textId="77777777" w:rsidTr="00D45A13">
        <w:tc>
          <w:tcPr>
            <w:tcW w:w="4320" w:type="dxa"/>
            <w:vAlign w:val="bottom"/>
          </w:tcPr>
          <w:p w14:paraId="38F815F0" w14:textId="32AF0EB0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 xml:space="preserve">Volunteer to lead nursery, Sunday school, </w:t>
            </w:r>
            <w:r w:rsidR="006A752C">
              <w:rPr>
                <w:rFonts w:ascii="Cambria" w:hAnsi="Cambria" w:cs="Calibri"/>
                <w:sz w:val="24"/>
                <w:szCs w:val="24"/>
              </w:rPr>
              <w:t xml:space="preserve">VBS, </w:t>
            </w:r>
            <w:r>
              <w:rPr>
                <w:rFonts w:ascii="Cambria" w:hAnsi="Cambria" w:cs="Calibri"/>
                <w:sz w:val="24"/>
                <w:szCs w:val="24"/>
              </w:rPr>
              <w:t>or Bible study*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E5EFF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453F2910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23172F25" w14:textId="4861EC79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Contribute musical talents of all types, vocal and instrumental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785A3C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19847339" w14:textId="77777777" w:rsidTr="00D45A13">
        <w:tc>
          <w:tcPr>
            <w:tcW w:w="4320" w:type="dxa"/>
            <w:vAlign w:val="bottom"/>
          </w:tcPr>
          <w:p w14:paraId="110DED24" w14:textId="7F46ACD0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Drive members and friends to appointments or to run errands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F257D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1D5E1B15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3E41B2F8" w14:textId="0F2A5973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Participate in fixup/cleanup days for our building and grounds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7BB2BA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C06C5F" w14:paraId="2F1A12ED" w14:textId="77777777" w:rsidTr="00D45A13">
        <w:tc>
          <w:tcPr>
            <w:tcW w:w="4320" w:type="dxa"/>
            <w:vAlign w:val="bottom"/>
          </w:tcPr>
          <w:p w14:paraId="29DFD7F3" w14:textId="1687968D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Donate/collect/ deliver items for missions (e.g., food, flip-flops)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6C433F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32" w:type="dxa"/>
            <w:vAlign w:val="bottom"/>
          </w:tcPr>
          <w:p w14:paraId="535C83AE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4608" w:type="dxa"/>
            <w:vAlign w:val="bottom"/>
          </w:tcPr>
          <w:p w14:paraId="1F34821B" w14:textId="61A2EE08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sz w:val="24"/>
                <w:szCs w:val="24"/>
              </w:rPr>
              <w:t>Volunteer in the church office (e.g., copying, filing, data entry)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6FFBC2" w14:textId="77777777" w:rsidR="00C06C5F" w:rsidRDefault="00C06C5F" w:rsidP="00C06C5F">
            <w:pPr>
              <w:spacing w:before="120"/>
              <w:ind w:right="187"/>
              <w:rPr>
                <w:rFonts w:ascii="Cambria" w:hAnsi="Cambria" w:cs="Calibri"/>
                <w:sz w:val="24"/>
                <w:szCs w:val="24"/>
              </w:rPr>
            </w:pPr>
          </w:p>
        </w:tc>
      </w:tr>
    </w:tbl>
    <w:p w14:paraId="7CA0C74C" w14:textId="635350E5" w:rsidR="009662C5" w:rsidRPr="00E00951" w:rsidRDefault="009662C5" w:rsidP="009662C5">
      <w:pPr>
        <w:spacing w:after="0"/>
        <w:ind w:right="187"/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</w:pPr>
      <w:r w:rsidRPr="00E00951"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  <w:lastRenderedPageBreak/>
        <w:t xml:space="preserve">Time and Talent, </w:t>
      </w:r>
      <w:r w:rsidRPr="00E00951">
        <w:rPr>
          <w:rFonts w:ascii="Calibri" w:hAnsi="Calibri" w:cs="Calibri"/>
          <w:b/>
          <w:bCs/>
          <w:i/>
          <w:iCs/>
          <w:color w:val="4F6228" w:themeColor="accent3" w:themeShade="80"/>
          <w:sz w:val="28"/>
          <w:szCs w:val="28"/>
        </w:rPr>
        <w:t>continued</w:t>
      </w:r>
    </w:p>
    <w:p w14:paraId="1CD7C705" w14:textId="79DB241D" w:rsidR="00420D7E" w:rsidRPr="00586FD0" w:rsidRDefault="00D45A13" w:rsidP="009662C5">
      <w:pPr>
        <w:spacing w:line="240" w:lineRule="auto"/>
        <w:ind w:right="360"/>
        <w:rPr>
          <w:rFonts w:ascii="Cambria" w:hAnsi="Cambria"/>
          <w:i/>
          <w:iCs/>
          <w:sz w:val="24"/>
          <w:szCs w:val="24"/>
        </w:rPr>
      </w:pPr>
      <w:proofErr w:type="gramStart"/>
      <w:r w:rsidRPr="00586FD0">
        <w:rPr>
          <w:rFonts w:ascii="Cambria" w:hAnsi="Cambria"/>
          <w:i/>
          <w:iCs/>
          <w:sz w:val="24"/>
          <w:szCs w:val="24"/>
        </w:rPr>
        <w:t>I’m</w:t>
      </w:r>
      <w:proofErr w:type="gramEnd"/>
      <w:r w:rsidRPr="00586FD0">
        <w:rPr>
          <w:rFonts w:ascii="Cambria" w:hAnsi="Cambria"/>
          <w:i/>
          <w:iCs/>
          <w:sz w:val="24"/>
          <w:szCs w:val="24"/>
        </w:rPr>
        <w:t xml:space="preserve"> </w:t>
      </w:r>
      <w:r w:rsidR="005F4E4B" w:rsidRPr="00586FD0">
        <w:rPr>
          <w:rFonts w:ascii="Cambria" w:hAnsi="Cambria"/>
          <w:i/>
          <w:iCs/>
          <w:sz w:val="24"/>
          <w:szCs w:val="24"/>
        </w:rPr>
        <w:t>willing and able to serve in these other ways:</w:t>
      </w:r>
    </w:p>
    <w:p w14:paraId="38FBD01A" w14:textId="77777777" w:rsidR="00D45A13" w:rsidRDefault="00D45A13" w:rsidP="009662C5">
      <w:pPr>
        <w:spacing w:line="240" w:lineRule="auto"/>
        <w:ind w:right="360"/>
        <w:rPr>
          <w:rFonts w:ascii="Cambria" w:hAnsi="Cambria"/>
          <w:sz w:val="18"/>
          <w:szCs w:val="18"/>
        </w:rPr>
      </w:pPr>
    </w:p>
    <w:p w14:paraId="33E0D288" w14:textId="27D9DA90" w:rsidR="000E650F" w:rsidRPr="00E00951" w:rsidRDefault="00DF21F9" w:rsidP="000E650F">
      <w:pPr>
        <w:spacing w:after="0"/>
        <w:ind w:right="187"/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</w:pPr>
      <w:r w:rsidRPr="00E00951"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  <w:t xml:space="preserve">Household </w:t>
      </w:r>
      <w:r w:rsidR="000E650F" w:rsidRPr="00E00951">
        <w:rPr>
          <w:rFonts w:ascii="Calibri" w:hAnsi="Calibri" w:cs="Calibri"/>
          <w:b/>
          <w:bCs/>
          <w:color w:val="4F6228" w:themeColor="accent3" w:themeShade="80"/>
          <w:sz w:val="28"/>
          <w:szCs w:val="28"/>
        </w:rPr>
        <w:t>Contact Information Update</w:t>
      </w:r>
    </w:p>
    <w:p w14:paraId="52C8ADC3" w14:textId="0CB9D4F2" w:rsidR="00263DE0" w:rsidRDefault="00FA0CC5" w:rsidP="00263DE0">
      <w:pPr>
        <w:spacing w:line="240" w:lineRule="auto"/>
        <w:ind w:right="360"/>
        <w:rPr>
          <w:rFonts w:ascii="Cambria" w:eastAsia="Times New Roman" w:hAnsi="Cambria" w:cstheme="minorHAnsi"/>
          <w:i/>
          <w:iCs/>
          <w:sz w:val="24"/>
          <w:szCs w:val="24"/>
        </w:rPr>
      </w:pPr>
      <w:r>
        <w:rPr>
          <w:rFonts w:ascii="Cambria" w:eastAsia="Times New Roman" w:hAnsi="Cambria" w:cstheme="minorHAnsi"/>
          <w:i/>
          <w:iCs/>
          <w:sz w:val="24"/>
          <w:szCs w:val="24"/>
        </w:rPr>
        <w:t>Please help us keep our family information up-to-date by responding to the items that follow. If you have more than two people in your household, please copy this page as needed to contain their information.</w:t>
      </w:r>
    </w:p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5184"/>
        <w:gridCol w:w="328"/>
        <w:gridCol w:w="693"/>
        <w:gridCol w:w="2520"/>
        <w:gridCol w:w="1971"/>
        <w:gridCol w:w="9"/>
      </w:tblGrid>
      <w:tr w:rsidR="0032576A" w:rsidRPr="00DF21F9" w14:paraId="412E75B0" w14:textId="77777777" w:rsidTr="00B01A83">
        <w:trPr>
          <w:gridAfter w:val="1"/>
          <w:wAfter w:w="9" w:type="dxa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BB2AE2" w14:textId="29AB029D" w:rsidR="007F4533" w:rsidRPr="00DF21F9" w:rsidRDefault="007F4533" w:rsidP="007F4533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F21F9">
              <w:rPr>
                <w:rFonts w:ascii="Calibri" w:hAnsi="Calibri" w:cs="Calibri"/>
                <w:b/>
                <w:bCs/>
                <w:sz w:val="24"/>
                <w:szCs w:val="24"/>
              </w:rPr>
              <w:t>Family Member #1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912E4" w14:textId="77777777" w:rsidR="007F4533" w:rsidRPr="00DF21F9" w:rsidRDefault="007F4533" w:rsidP="007F4533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18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D069928" w14:textId="60DE6BC4" w:rsidR="007F4533" w:rsidRPr="00DF21F9" w:rsidRDefault="007F4533" w:rsidP="007F4533">
            <w:pPr>
              <w:ind w:right="-29"/>
              <w:jc w:val="center"/>
              <w:rPr>
                <w:rFonts w:ascii="Cambria" w:hAnsi="Cambria"/>
                <w:sz w:val="24"/>
                <w:szCs w:val="24"/>
              </w:rPr>
            </w:pPr>
            <w:r w:rsidRPr="00DF21F9">
              <w:rPr>
                <w:rFonts w:ascii="Calibri" w:hAnsi="Calibri" w:cs="Calibri"/>
                <w:b/>
                <w:bCs/>
                <w:sz w:val="24"/>
                <w:szCs w:val="24"/>
              </w:rPr>
              <w:t>Family Member #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</w:tc>
      </w:tr>
      <w:tr w:rsidR="0032576A" w:rsidRPr="00DF21F9" w14:paraId="285A3437" w14:textId="77777777" w:rsidTr="004C6F47">
        <w:trPr>
          <w:gridAfter w:val="1"/>
          <w:wAfter w:w="9" w:type="dxa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B8D4" w14:textId="1FE4BD11" w:rsidR="007F4533" w:rsidRPr="00DF21F9" w:rsidRDefault="007F4533" w:rsidP="007F4533">
            <w:pPr>
              <w:spacing w:after="24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F21F9">
              <w:rPr>
                <w:rFonts w:ascii="Cambria" w:hAnsi="Cambria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07955" w14:textId="77777777" w:rsidR="007F4533" w:rsidRPr="00DF21F9" w:rsidRDefault="007F4533" w:rsidP="007F4533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1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8EB5CF6" w14:textId="5D264744" w:rsidR="007F4533" w:rsidRPr="00DF21F9" w:rsidRDefault="007F4533" w:rsidP="007F4533">
            <w:pPr>
              <w:ind w:right="-29"/>
              <w:rPr>
                <w:rFonts w:ascii="Cambria" w:hAnsi="Cambria"/>
                <w:sz w:val="24"/>
                <w:szCs w:val="24"/>
              </w:rPr>
            </w:pPr>
            <w:r w:rsidRPr="00DF21F9">
              <w:rPr>
                <w:rFonts w:ascii="Cambria" w:hAnsi="Cambria"/>
                <w:b/>
                <w:bCs/>
                <w:sz w:val="24"/>
                <w:szCs w:val="24"/>
              </w:rPr>
              <w:t>Name:</w:t>
            </w:r>
          </w:p>
        </w:tc>
      </w:tr>
      <w:tr w:rsidR="0032576A" w:rsidRPr="00DF21F9" w14:paraId="2FD458BB" w14:textId="77777777" w:rsidTr="004C6F47">
        <w:trPr>
          <w:gridAfter w:val="1"/>
          <w:wAfter w:w="9" w:type="dxa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C92" w14:textId="6B2C5C7B" w:rsidR="007F4533" w:rsidRPr="00DF21F9" w:rsidRDefault="007F4533" w:rsidP="007F4533">
            <w:pPr>
              <w:spacing w:after="24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F21F9">
              <w:rPr>
                <w:rFonts w:ascii="Cambria" w:hAnsi="Cambria"/>
                <w:b/>
                <w:bCs/>
                <w:sz w:val="24"/>
                <w:szCs w:val="24"/>
              </w:rPr>
              <w:t>Nickname: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9337AB" w14:textId="77777777" w:rsidR="007F4533" w:rsidRPr="00DF21F9" w:rsidRDefault="007F4533" w:rsidP="007F4533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71A9" w14:textId="2088E50E" w:rsidR="007F4533" w:rsidRPr="00DF21F9" w:rsidRDefault="007F4533" w:rsidP="007F4533">
            <w:pPr>
              <w:ind w:right="-29"/>
              <w:rPr>
                <w:rFonts w:ascii="Cambria" w:hAnsi="Cambria"/>
                <w:sz w:val="24"/>
                <w:szCs w:val="24"/>
              </w:rPr>
            </w:pPr>
            <w:r w:rsidRPr="00DF21F9">
              <w:rPr>
                <w:rFonts w:ascii="Cambria" w:hAnsi="Cambria"/>
                <w:b/>
                <w:bCs/>
                <w:sz w:val="24"/>
                <w:szCs w:val="24"/>
              </w:rPr>
              <w:t>Nickname:</w:t>
            </w:r>
          </w:p>
        </w:tc>
      </w:tr>
      <w:tr w:rsidR="0032576A" w:rsidRPr="00DF21F9" w14:paraId="25D513A5" w14:textId="77777777" w:rsidTr="004C6F47">
        <w:trPr>
          <w:gridAfter w:val="1"/>
          <w:wAfter w:w="9" w:type="dxa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4FD9FE" w14:textId="557D8938" w:rsidR="007F4533" w:rsidRPr="00DF21F9" w:rsidRDefault="007F4533" w:rsidP="00BC5802">
            <w:pPr>
              <w:spacing w:after="12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F21F9">
              <w:rPr>
                <w:rFonts w:ascii="Cambria" w:hAnsi="Cambria"/>
                <w:b/>
                <w:bCs/>
                <w:sz w:val="24"/>
                <w:szCs w:val="24"/>
              </w:rPr>
              <w:t>Phone Numbers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:                                               Text?</w:t>
            </w:r>
          </w:p>
          <w:p w14:paraId="4ED95835" w14:textId="4C061B16" w:rsidR="007F4533" w:rsidRDefault="007F4533" w:rsidP="00BC5802">
            <w:pPr>
              <w:pStyle w:val="ListParagraph"/>
              <w:numPr>
                <w:ilvl w:val="0"/>
                <w:numId w:val="5"/>
              </w:numPr>
              <w:spacing w:after="200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DF21F9">
              <w:rPr>
                <w:rFonts w:ascii="Cambria" w:hAnsi="Cambria"/>
                <w:sz w:val="24"/>
                <w:szCs w:val="24"/>
              </w:rPr>
              <w:t>Preferred</w:t>
            </w:r>
            <w:r>
              <w:rPr>
                <w:rFonts w:ascii="Cambria" w:hAnsi="Cambria"/>
                <w:sz w:val="24"/>
                <w:szCs w:val="24"/>
              </w:rPr>
              <w:t xml:space="preserve"> ______________________________        Y/N</w:t>
            </w:r>
          </w:p>
          <w:p w14:paraId="005CCCFD" w14:textId="2149EA7E" w:rsidR="007F4533" w:rsidRPr="00DF21F9" w:rsidRDefault="007F4533" w:rsidP="00BC5802">
            <w:pPr>
              <w:pStyle w:val="ListParagraph"/>
              <w:numPr>
                <w:ilvl w:val="0"/>
                <w:numId w:val="5"/>
              </w:numPr>
              <w:spacing w:after="200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DF21F9">
              <w:rPr>
                <w:rFonts w:ascii="Cambria" w:hAnsi="Cambria"/>
                <w:sz w:val="24"/>
                <w:szCs w:val="24"/>
              </w:rPr>
              <w:t>Alternate</w:t>
            </w:r>
            <w:r>
              <w:rPr>
                <w:rFonts w:ascii="Cambria" w:hAnsi="Cambria"/>
                <w:sz w:val="24"/>
                <w:szCs w:val="24"/>
              </w:rPr>
              <w:t xml:space="preserve"> ______________________________         Y/N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0AB3A" w14:textId="77777777" w:rsidR="007F4533" w:rsidRPr="00DF21F9" w:rsidRDefault="007F4533" w:rsidP="007F4533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18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C80C66" w14:textId="54EDDA7D" w:rsidR="007F4533" w:rsidRPr="00DF21F9" w:rsidRDefault="007F4533" w:rsidP="00BC5802">
            <w:pPr>
              <w:spacing w:after="12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F21F9">
              <w:rPr>
                <w:rFonts w:ascii="Cambria" w:hAnsi="Cambria"/>
                <w:b/>
                <w:bCs/>
                <w:sz w:val="24"/>
                <w:szCs w:val="24"/>
              </w:rPr>
              <w:t>Phone Numbers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:                                              Text?</w:t>
            </w:r>
          </w:p>
          <w:p w14:paraId="1B907561" w14:textId="6F7B74E6" w:rsidR="007F4533" w:rsidRDefault="007F4533" w:rsidP="007F4533">
            <w:pPr>
              <w:pStyle w:val="ListParagraph"/>
              <w:numPr>
                <w:ilvl w:val="0"/>
                <w:numId w:val="5"/>
              </w:numPr>
              <w:spacing w:after="240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DF21F9">
              <w:rPr>
                <w:rFonts w:ascii="Cambria" w:hAnsi="Cambria"/>
                <w:sz w:val="24"/>
                <w:szCs w:val="24"/>
              </w:rPr>
              <w:t>Preferred</w:t>
            </w:r>
            <w:r>
              <w:rPr>
                <w:rFonts w:ascii="Cambria" w:hAnsi="Cambria"/>
                <w:sz w:val="24"/>
                <w:szCs w:val="24"/>
              </w:rPr>
              <w:t xml:space="preserve"> ______________________</w:t>
            </w:r>
            <w:r>
              <w:rPr>
                <w:rFonts w:ascii="Cambria" w:hAnsi="Cambria"/>
                <w:sz w:val="24"/>
                <w:szCs w:val="24"/>
              </w:rPr>
              <w:softHyphen/>
              <w:t>_______        Y/N</w:t>
            </w:r>
          </w:p>
          <w:p w14:paraId="7D259514" w14:textId="18888F7B" w:rsidR="007F4533" w:rsidRPr="007F4533" w:rsidRDefault="007F4533" w:rsidP="007F4533">
            <w:pPr>
              <w:pStyle w:val="ListParagraph"/>
              <w:numPr>
                <w:ilvl w:val="0"/>
                <w:numId w:val="5"/>
              </w:numPr>
              <w:ind w:right="-29"/>
              <w:rPr>
                <w:rFonts w:ascii="Cambria" w:hAnsi="Cambria"/>
                <w:sz w:val="24"/>
                <w:szCs w:val="24"/>
              </w:rPr>
            </w:pPr>
            <w:r w:rsidRPr="007F4533">
              <w:rPr>
                <w:rFonts w:ascii="Cambria" w:hAnsi="Cambria"/>
                <w:sz w:val="24"/>
                <w:szCs w:val="24"/>
              </w:rPr>
              <w:t>Alternate _____________________________         Y/N</w:t>
            </w:r>
          </w:p>
        </w:tc>
      </w:tr>
      <w:tr w:rsidR="0032576A" w:rsidRPr="00DF21F9" w14:paraId="1DABA587" w14:textId="77777777" w:rsidTr="004C6F47">
        <w:trPr>
          <w:gridAfter w:val="1"/>
          <w:wAfter w:w="9" w:type="dxa"/>
        </w:trPr>
        <w:tc>
          <w:tcPr>
            <w:tcW w:w="5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EE8F6" w14:textId="3BE318E0" w:rsidR="007F4533" w:rsidRPr="000B102B" w:rsidRDefault="007F4533" w:rsidP="00BC5802">
            <w:pPr>
              <w:spacing w:after="20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B102B">
              <w:rPr>
                <w:rFonts w:ascii="Cambria" w:hAnsi="Cambria"/>
                <w:b/>
                <w:bCs/>
                <w:sz w:val="24"/>
                <w:szCs w:val="24"/>
              </w:rPr>
              <w:t>Email Address(es) You Check Regularly</w:t>
            </w:r>
          </w:p>
          <w:p w14:paraId="123E0F96" w14:textId="3476F3E6" w:rsidR="007F4533" w:rsidRDefault="007F4533" w:rsidP="00BC5802">
            <w:pPr>
              <w:pStyle w:val="ListParagraph"/>
              <w:numPr>
                <w:ilvl w:val="0"/>
                <w:numId w:val="6"/>
              </w:numPr>
              <w:spacing w:after="200"/>
              <w:contextualSpacing w:val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___________________________________________________</w:t>
            </w:r>
          </w:p>
          <w:p w14:paraId="7A5F7070" w14:textId="52779EE9" w:rsidR="007F4533" w:rsidRPr="00B47F41" w:rsidRDefault="007F4533" w:rsidP="007F4533">
            <w:pPr>
              <w:pStyle w:val="ListParagraph"/>
              <w:numPr>
                <w:ilvl w:val="0"/>
                <w:numId w:val="6"/>
              </w:numPr>
              <w:spacing w:after="240"/>
              <w:contextualSpacing w:val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96E2D" w14:textId="77777777" w:rsidR="007F4533" w:rsidRPr="00DF21F9" w:rsidRDefault="007F4533" w:rsidP="007F4533">
            <w:pPr>
              <w:spacing w:after="24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18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3B790" w14:textId="77777777" w:rsidR="007F4533" w:rsidRPr="000B102B" w:rsidRDefault="007F4533" w:rsidP="00BC5802">
            <w:pPr>
              <w:spacing w:after="200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B102B">
              <w:rPr>
                <w:rFonts w:ascii="Cambria" w:hAnsi="Cambria"/>
                <w:b/>
                <w:bCs/>
                <w:sz w:val="24"/>
                <w:szCs w:val="24"/>
              </w:rPr>
              <w:t>Email Address(es) You Check Regularly</w:t>
            </w:r>
          </w:p>
          <w:p w14:paraId="7305D452" w14:textId="051FF69E" w:rsidR="007F4533" w:rsidRDefault="007F4533" w:rsidP="00BC5802">
            <w:pPr>
              <w:pStyle w:val="ListParagraph"/>
              <w:numPr>
                <w:ilvl w:val="0"/>
                <w:numId w:val="6"/>
              </w:numPr>
              <w:spacing w:after="200"/>
              <w:contextualSpacing w:val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__________________________________________________</w:t>
            </w:r>
          </w:p>
          <w:p w14:paraId="79B486FE" w14:textId="00378419" w:rsidR="007F4533" w:rsidRPr="007F4533" w:rsidRDefault="007F4533" w:rsidP="007F4533">
            <w:pPr>
              <w:pStyle w:val="ListParagraph"/>
              <w:numPr>
                <w:ilvl w:val="0"/>
                <w:numId w:val="6"/>
              </w:numPr>
              <w:spacing w:after="240"/>
              <w:contextualSpacing w:val="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__________________________________________________</w:t>
            </w:r>
          </w:p>
        </w:tc>
      </w:tr>
      <w:tr w:rsidR="0032576A" w:rsidRPr="00DF21F9" w14:paraId="27E75FA1" w14:textId="77777777" w:rsidTr="004C6F47">
        <w:trPr>
          <w:gridAfter w:val="1"/>
          <w:wAfter w:w="9" w:type="dxa"/>
        </w:trPr>
        <w:tc>
          <w:tcPr>
            <w:tcW w:w="5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FEB4" w14:textId="197CB572" w:rsidR="007F4533" w:rsidRDefault="007F4533" w:rsidP="007F4533">
            <w:pPr>
              <w:spacing w:after="240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Birthday Day/Month: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05C0" w14:textId="77777777" w:rsidR="007F4533" w:rsidRPr="00DF21F9" w:rsidRDefault="007F4533" w:rsidP="007F4533">
            <w:pPr>
              <w:spacing w:after="24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1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FBB" w14:textId="793C69E3" w:rsidR="007F4533" w:rsidRPr="00DF21F9" w:rsidRDefault="007F4533" w:rsidP="007F4533">
            <w:pPr>
              <w:spacing w:after="240"/>
              <w:ind w:right="-29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Birthday Day/Month:</w:t>
            </w:r>
          </w:p>
        </w:tc>
      </w:tr>
      <w:tr w:rsidR="007F4533" w:rsidRPr="00DF21F9" w14:paraId="59C14174" w14:textId="77777777" w:rsidTr="004C6F47">
        <w:tc>
          <w:tcPr>
            <w:tcW w:w="10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C130" w14:textId="573FE749" w:rsidR="007F4533" w:rsidRPr="00DF21F9" w:rsidRDefault="007F4533" w:rsidP="007F4533">
            <w:pPr>
              <w:spacing w:after="240"/>
              <w:ind w:right="-29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Wedding Anniversary Day/Month:</w:t>
            </w:r>
          </w:p>
        </w:tc>
      </w:tr>
      <w:tr w:rsidR="007F4533" w:rsidRPr="00DF21F9" w14:paraId="59495A64" w14:textId="77777777" w:rsidTr="004C6F47">
        <w:tc>
          <w:tcPr>
            <w:tcW w:w="10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F6FF6" w14:textId="00E16143" w:rsidR="007F4533" w:rsidRDefault="007F4533" w:rsidP="007F4533">
            <w:pPr>
              <w:spacing w:after="200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Household Primary Address/Dates in residence here:</w:t>
            </w:r>
          </w:p>
          <w:p w14:paraId="6C88DB13" w14:textId="77777777" w:rsidR="007F4533" w:rsidRPr="00DF21F9" w:rsidRDefault="007F4533" w:rsidP="007F4533">
            <w:pPr>
              <w:ind w:right="-29"/>
              <w:rPr>
                <w:rFonts w:ascii="Cambria" w:hAnsi="Cambria"/>
                <w:sz w:val="24"/>
                <w:szCs w:val="24"/>
              </w:rPr>
            </w:pPr>
          </w:p>
        </w:tc>
      </w:tr>
      <w:tr w:rsidR="007F4533" w:rsidRPr="00DF21F9" w14:paraId="38DD0C95" w14:textId="77777777" w:rsidTr="004C6F47">
        <w:tc>
          <w:tcPr>
            <w:tcW w:w="10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90977" w14:textId="631C7E82" w:rsidR="007F4533" w:rsidRDefault="007F4533" w:rsidP="007F4533">
            <w:pPr>
              <w:spacing w:after="200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Additional Household Address/Dates in residence here:</w:t>
            </w:r>
          </w:p>
          <w:p w14:paraId="2F17A336" w14:textId="77777777" w:rsidR="007F4533" w:rsidRPr="00DF21F9" w:rsidRDefault="007F4533" w:rsidP="007F4533">
            <w:pPr>
              <w:ind w:right="-29"/>
              <w:rPr>
                <w:rFonts w:ascii="Cambria" w:hAnsi="Cambria"/>
                <w:sz w:val="24"/>
                <w:szCs w:val="24"/>
              </w:rPr>
            </w:pPr>
          </w:p>
        </w:tc>
      </w:tr>
      <w:tr w:rsidR="005C61C2" w14:paraId="0B022118" w14:textId="77777777" w:rsidTr="00B01A83">
        <w:tc>
          <w:tcPr>
            <w:tcW w:w="10705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FF87DE2" w14:textId="008408AC" w:rsidR="005C61C2" w:rsidRPr="005C61C2" w:rsidRDefault="005C61C2" w:rsidP="005C61C2">
            <w:pPr>
              <w:ind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61C2">
              <w:rPr>
                <w:rFonts w:ascii="Calibri" w:hAnsi="Calibri" w:cs="Calibri"/>
                <w:b/>
                <w:bCs/>
                <w:sz w:val="24"/>
                <w:szCs w:val="24"/>
              </w:rPr>
              <w:t>Children at Home</w:t>
            </w:r>
          </w:p>
        </w:tc>
      </w:tr>
      <w:tr w:rsidR="005C61C2" w14:paraId="32665FD3" w14:textId="77777777" w:rsidTr="004C6F47">
        <w:tc>
          <w:tcPr>
            <w:tcW w:w="620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2E2AE1" w14:textId="14614065" w:rsidR="005C61C2" w:rsidRPr="004C6F47" w:rsidRDefault="005C61C2" w:rsidP="005C61C2">
            <w:pPr>
              <w:ind w:right="360"/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Full Name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FC8CA" w14:textId="0E42AEB1" w:rsidR="005C61C2" w:rsidRPr="004C6F47" w:rsidRDefault="005C61C2" w:rsidP="005C61C2">
            <w:pPr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Birthday Day/Month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436B910" w14:textId="2F3480DD" w:rsidR="005C61C2" w:rsidRPr="004C6F47" w:rsidRDefault="005C61C2" w:rsidP="005C61C2">
            <w:pPr>
              <w:ind w:right="360"/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School Grade</w:t>
            </w:r>
          </w:p>
        </w:tc>
      </w:tr>
      <w:tr w:rsidR="005C61C2" w14:paraId="5555EF9E" w14:textId="77777777" w:rsidTr="004C6F47">
        <w:tc>
          <w:tcPr>
            <w:tcW w:w="62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877165" w14:textId="77777777" w:rsidR="005C61C2" w:rsidRPr="005C61C2" w:rsidRDefault="005C61C2" w:rsidP="005C61C2">
            <w:pPr>
              <w:pStyle w:val="ListParagraph"/>
              <w:numPr>
                <w:ilvl w:val="0"/>
                <w:numId w:val="8"/>
              </w:numPr>
              <w:spacing w:after="200"/>
              <w:ind w:right="360"/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5E27E" w14:textId="77777777" w:rsidR="005C61C2" w:rsidRDefault="005C61C2" w:rsidP="005C61C2">
            <w:pPr>
              <w:spacing w:after="20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EDB75" w14:textId="77777777" w:rsidR="005C61C2" w:rsidRDefault="005C61C2" w:rsidP="005C61C2">
            <w:pPr>
              <w:spacing w:after="20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</w:tr>
      <w:tr w:rsidR="005C61C2" w14:paraId="5BC900A0" w14:textId="77777777" w:rsidTr="004C6F47">
        <w:tc>
          <w:tcPr>
            <w:tcW w:w="6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D17F7C" w14:textId="77777777" w:rsidR="005C61C2" w:rsidRPr="005C61C2" w:rsidRDefault="005C61C2" w:rsidP="005C61C2">
            <w:pPr>
              <w:pStyle w:val="ListParagraph"/>
              <w:numPr>
                <w:ilvl w:val="0"/>
                <w:numId w:val="8"/>
              </w:numPr>
              <w:spacing w:after="200"/>
              <w:ind w:right="360"/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147DA7" w14:textId="77777777" w:rsidR="005C61C2" w:rsidRDefault="005C61C2" w:rsidP="005C61C2">
            <w:pPr>
              <w:spacing w:after="20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5660E" w14:textId="77777777" w:rsidR="005C61C2" w:rsidRDefault="005C61C2" w:rsidP="005C61C2">
            <w:pPr>
              <w:spacing w:after="20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</w:tr>
      <w:tr w:rsidR="005C61C2" w14:paraId="3AEFC5D7" w14:textId="77777777" w:rsidTr="004C6F47">
        <w:tc>
          <w:tcPr>
            <w:tcW w:w="6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CF97FA" w14:textId="77777777" w:rsidR="005C61C2" w:rsidRPr="005C61C2" w:rsidRDefault="005C61C2" w:rsidP="005C61C2">
            <w:pPr>
              <w:pStyle w:val="ListParagraph"/>
              <w:numPr>
                <w:ilvl w:val="0"/>
                <w:numId w:val="8"/>
              </w:numPr>
              <w:spacing w:after="200"/>
              <w:ind w:right="360"/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61B06" w14:textId="77777777" w:rsidR="005C61C2" w:rsidRDefault="005C61C2" w:rsidP="005C61C2">
            <w:pPr>
              <w:spacing w:after="20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7A0C7" w14:textId="77777777" w:rsidR="005C61C2" w:rsidRDefault="005C61C2" w:rsidP="005C61C2">
            <w:pPr>
              <w:spacing w:after="200"/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0116449" w14:textId="77777777" w:rsidR="004C6F47" w:rsidRPr="004C6F47" w:rsidRDefault="004C6F47" w:rsidP="004C6F47">
      <w:pPr>
        <w:spacing w:after="0" w:line="240" w:lineRule="auto"/>
        <w:ind w:right="360"/>
        <w:jc w:val="center"/>
        <w:rPr>
          <w:rFonts w:ascii="Cambria" w:hAnsi="Cambria"/>
          <w:i/>
          <w:iCs/>
          <w:sz w:val="24"/>
          <w:szCs w:val="24"/>
        </w:rPr>
      </w:pPr>
      <w:r w:rsidRPr="004C6F47">
        <w:rPr>
          <w:rFonts w:ascii="Cambria" w:hAnsi="Cambria"/>
          <w:i/>
          <w:iCs/>
          <w:sz w:val="24"/>
          <w:szCs w:val="24"/>
        </w:rPr>
        <w:t xml:space="preserve">If any family members have allergies, please circle the </w:t>
      </w:r>
      <w:proofErr w:type="gramStart"/>
      <w:r w:rsidRPr="004C6F47">
        <w:rPr>
          <w:rFonts w:ascii="Cambria" w:hAnsi="Cambria"/>
          <w:i/>
          <w:iCs/>
          <w:sz w:val="24"/>
          <w:szCs w:val="24"/>
        </w:rPr>
        <w:t>name</w:t>
      </w:r>
      <w:proofErr w:type="gramEnd"/>
      <w:r w:rsidRPr="004C6F47">
        <w:rPr>
          <w:rFonts w:ascii="Cambria" w:hAnsi="Cambria"/>
          <w:i/>
          <w:iCs/>
          <w:sz w:val="24"/>
          <w:szCs w:val="24"/>
        </w:rPr>
        <w:t xml:space="preserve"> and note the allergen(s).</w:t>
      </w:r>
    </w:p>
    <w:p w14:paraId="3640F5AC" w14:textId="77777777" w:rsidR="004C6F47" w:rsidRPr="004C6F47" w:rsidRDefault="004C6F47" w:rsidP="004C6F47">
      <w:pPr>
        <w:spacing w:after="0" w:line="240" w:lineRule="auto"/>
        <w:ind w:right="360"/>
        <w:jc w:val="center"/>
        <w:rPr>
          <w:rFonts w:ascii="Cambria" w:hAnsi="Cambria"/>
          <w:i/>
          <w:iCs/>
          <w:sz w:val="24"/>
          <w:szCs w:val="24"/>
        </w:rPr>
      </w:pPr>
      <w:r w:rsidRPr="004C6F47">
        <w:rPr>
          <w:rFonts w:ascii="Cambria" w:hAnsi="Cambria"/>
          <w:i/>
          <w:iCs/>
          <w:sz w:val="24"/>
          <w:szCs w:val="24"/>
        </w:rPr>
        <w:t>Also note if this individual carries an EpiPen.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2"/>
        <w:gridCol w:w="3103"/>
        <w:gridCol w:w="2520"/>
        <w:gridCol w:w="1980"/>
      </w:tblGrid>
      <w:tr w:rsidR="005C61C2" w14:paraId="1BA3B356" w14:textId="77777777" w:rsidTr="00B01A83">
        <w:tc>
          <w:tcPr>
            <w:tcW w:w="10705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B52340C" w14:textId="11974D44" w:rsidR="005C61C2" w:rsidRPr="005C61C2" w:rsidRDefault="005C61C2" w:rsidP="00B2238D">
            <w:pPr>
              <w:ind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Emergency Contacts</w:t>
            </w:r>
          </w:p>
        </w:tc>
      </w:tr>
      <w:tr w:rsidR="005C61C2" w14:paraId="5C4644A7" w14:textId="77777777" w:rsidTr="004C6F47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83804A" w14:textId="77777777" w:rsidR="005C61C2" w:rsidRPr="004C6F47" w:rsidRDefault="005C61C2" w:rsidP="004C6F47">
            <w:pPr>
              <w:ind w:right="360"/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Full Name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3B132" w14:textId="7FC55B46" w:rsidR="005C61C2" w:rsidRPr="004C6F47" w:rsidRDefault="004C6F47" w:rsidP="004C6F47">
            <w:pPr>
              <w:ind w:right="360"/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Contact Number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1CBE4" w14:textId="32122B8B" w:rsidR="005C61C2" w:rsidRPr="004C6F47" w:rsidRDefault="004C6F47" w:rsidP="004C6F47">
            <w:pPr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Relationship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07C612" w14:textId="69227B82" w:rsidR="005C61C2" w:rsidRPr="004C6F47" w:rsidRDefault="004C6F47" w:rsidP="004C6F47">
            <w:pPr>
              <w:ind w:right="360"/>
              <w:rPr>
                <w:rFonts w:ascii="Calibri" w:hAnsi="Calibri" w:cs="Calibri"/>
              </w:rPr>
            </w:pPr>
            <w:r w:rsidRPr="004C6F47">
              <w:rPr>
                <w:rFonts w:ascii="Calibri" w:hAnsi="Calibri" w:cs="Calibri"/>
              </w:rPr>
              <w:t>City/State</w:t>
            </w:r>
          </w:p>
        </w:tc>
      </w:tr>
      <w:tr w:rsidR="005C61C2" w14:paraId="13B107C2" w14:textId="77777777" w:rsidTr="004C6F47"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421870F" w14:textId="77777777" w:rsidR="005C61C2" w:rsidRPr="005C61C2" w:rsidRDefault="005C61C2" w:rsidP="004C6F47">
            <w:pPr>
              <w:pStyle w:val="ListParagraph"/>
              <w:numPr>
                <w:ilvl w:val="0"/>
                <w:numId w:val="8"/>
              </w:numPr>
              <w:spacing w:after="200"/>
              <w:ind w:right="360"/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4A9A4" w14:textId="2BBF475D" w:rsidR="005C61C2" w:rsidRPr="004C6F47" w:rsidRDefault="005C61C2" w:rsidP="004C6F47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CC36F" w14:textId="77777777" w:rsidR="005C61C2" w:rsidRDefault="005C61C2" w:rsidP="00B2238D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23E68" w14:textId="77777777" w:rsidR="005C61C2" w:rsidRDefault="005C61C2" w:rsidP="00B2238D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</w:tr>
      <w:tr w:rsidR="005C61C2" w14:paraId="160B65CE" w14:textId="77777777" w:rsidTr="004C6F47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49BC07" w14:textId="77777777" w:rsidR="005C61C2" w:rsidRPr="005C61C2" w:rsidRDefault="005C61C2" w:rsidP="004C6F47">
            <w:pPr>
              <w:pStyle w:val="ListParagraph"/>
              <w:numPr>
                <w:ilvl w:val="0"/>
                <w:numId w:val="8"/>
              </w:numPr>
              <w:spacing w:after="200"/>
              <w:ind w:right="360"/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34724" w14:textId="21730313" w:rsidR="005C61C2" w:rsidRPr="004C6F47" w:rsidRDefault="005C61C2" w:rsidP="004C6F47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CE342" w14:textId="77777777" w:rsidR="005C61C2" w:rsidRDefault="005C61C2" w:rsidP="00B2238D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710C6" w14:textId="77777777" w:rsidR="005C61C2" w:rsidRDefault="005C61C2" w:rsidP="00B2238D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</w:tr>
      <w:tr w:rsidR="005C61C2" w14:paraId="4FF7F0B2" w14:textId="77777777" w:rsidTr="004C6F47"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FA9D57" w14:textId="77777777" w:rsidR="005C61C2" w:rsidRPr="005C61C2" w:rsidRDefault="005C61C2" w:rsidP="004C6F47">
            <w:pPr>
              <w:pStyle w:val="ListParagraph"/>
              <w:numPr>
                <w:ilvl w:val="0"/>
                <w:numId w:val="8"/>
              </w:numPr>
              <w:spacing w:after="200"/>
              <w:ind w:right="360"/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4D5CA3" w14:textId="4E27692C" w:rsidR="005C61C2" w:rsidRPr="004C6F47" w:rsidRDefault="005C61C2" w:rsidP="004C6F47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7BA07" w14:textId="77777777" w:rsidR="005C61C2" w:rsidRDefault="005C61C2" w:rsidP="00B2238D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845BB" w14:textId="77777777" w:rsidR="005C61C2" w:rsidRDefault="005C61C2" w:rsidP="00B2238D">
            <w:pPr>
              <w:ind w:right="36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AA15BF9" w14:textId="73B8E7E5" w:rsidR="005C61C2" w:rsidRPr="004C6F47" w:rsidRDefault="00BC5802" w:rsidP="00BC5802">
      <w:pPr>
        <w:spacing w:after="0" w:line="240" w:lineRule="auto"/>
        <w:ind w:right="360"/>
        <w:jc w:val="center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Please provide us with any additional information that would improve family communication and safety.</w:t>
      </w:r>
    </w:p>
    <w:sectPr w:rsidR="005C61C2" w:rsidRPr="004C6F47" w:rsidSect="003C2228">
      <w:footerReference w:type="first" r:id="rId8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613B" w14:textId="77777777" w:rsidR="00D82F15" w:rsidRDefault="00D82F15" w:rsidP="00425AAE">
      <w:pPr>
        <w:spacing w:after="0" w:line="240" w:lineRule="auto"/>
      </w:pPr>
      <w:r>
        <w:separator/>
      </w:r>
    </w:p>
  </w:endnote>
  <w:endnote w:type="continuationSeparator" w:id="0">
    <w:p w14:paraId="19B965A4" w14:textId="77777777" w:rsidR="00D82F15" w:rsidRDefault="00D82F15" w:rsidP="00425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8C050" w14:textId="1D413328" w:rsidR="003C2228" w:rsidRPr="003C2228" w:rsidRDefault="003C2228">
    <w:pPr>
      <w:pStyle w:val="Footer"/>
      <w:rPr>
        <w:rFonts w:ascii="Cambria" w:hAnsi="Cambria"/>
        <w:i/>
        <w:iCs/>
        <w:sz w:val="24"/>
        <w:szCs w:val="24"/>
      </w:rPr>
    </w:pPr>
    <w:r w:rsidRPr="003C2228">
      <w:rPr>
        <w:rFonts w:ascii="Cambria" w:hAnsi="Cambria"/>
        <w:i/>
        <w:iCs/>
        <w:sz w:val="24"/>
        <w:szCs w:val="24"/>
      </w:rPr>
      <w:t xml:space="preserve">* </w:t>
    </w:r>
    <w:proofErr w:type="gramStart"/>
    <w:r w:rsidRPr="003C2228">
      <w:rPr>
        <w:rFonts w:ascii="Cambria" w:hAnsi="Cambria"/>
        <w:i/>
        <w:iCs/>
        <w:sz w:val="24"/>
        <w:szCs w:val="24"/>
      </w:rPr>
      <w:t>We’ll</w:t>
    </w:r>
    <w:proofErr w:type="gramEnd"/>
    <w:r w:rsidRPr="003C2228">
      <w:rPr>
        <w:rFonts w:ascii="Cambria" w:hAnsi="Cambria"/>
        <w:i/>
        <w:iCs/>
        <w:sz w:val="24"/>
        <w:szCs w:val="24"/>
      </w:rPr>
      <w:t xml:space="preserve"> help you learn how to do this!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0E0D" w14:textId="77777777" w:rsidR="00D82F15" w:rsidRDefault="00D82F15" w:rsidP="00425AAE">
      <w:pPr>
        <w:spacing w:after="0" w:line="240" w:lineRule="auto"/>
      </w:pPr>
      <w:r>
        <w:separator/>
      </w:r>
    </w:p>
  </w:footnote>
  <w:footnote w:type="continuationSeparator" w:id="0">
    <w:p w14:paraId="01FC8758" w14:textId="77777777" w:rsidR="00D82F15" w:rsidRDefault="00D82F15" w:rsidP="00425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1828"/>
    <w:multiLevelType w:val="multilevel"/>
    <w:tmpl w:val="61A09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192ADE"/>
    <w:multiLevelType w:val="multilevel"/>
    <w:tmpl w:val="61A09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5BE16E2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E8B7FD1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EA183F"/>
    <w:multiLevelType w:val="multilevel"/>
    <w:tmpl w:val="61A09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09036F3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514A04"/>
    <w:multiLevelType w:val="multilevel"/>
    <w:tmpl w:val="61A091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737E7C83"/>
    <w:multiLevelType w:val="multilevel"/>
    <w:tmpl w:val="6042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·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3498599">
    <w:abstractNumId w:val="7"/>
  </w:num>
  <w:num w:numId="2" w16cid:durableId="628438093">
    <w:abstractNumId w:val="5"/>
  </w:num>
  <w:num w:numId="3" w16cid:durableId="424040301">
    <w:abstractNumId w:val="2"/>
  </w:num>
  <w:num w:numId="4" w16cid:durableId="1693070841">
    <w:abstractNumId w:val="3"/>
  </w:num>
  <w:num w:numId="5" w16cid:durableId="1713463271">
    <w:abstractNumId w:val="6"/>
  </w:num>
  <w:num w:numId="6" w16cid:durableId="1218013451">
    <w:abstractNumId w:val="1"/>
  </w:num>
  <w:num w:numId="7" w16cid:durableId="609899422">
    <w:abstractNumId w:val="0"/>
  </w:num>
  <w:num w:numId="8" w16cid:durableId="856697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CC"/>
    <w:rsid w:val="00004D03"/>
    <w:rsid w:val="0001110E"/>
    <w:rsid w:val="00014FB3"/>
    <w:rsid w:val="00017EFF"/>
    <w:rsid w:val="0004170A"/>
    <w:rsid w:val="000833EA"/>
    <w:rsid w:val="000B102B"/>
    <w:rsid w:val="000B3E7C"/>
    <w:rsid w:val="000C643E"/>
    <w:rsid w:val="000E650F"/>
    <w:rsid w:val="001025EB"/>
    <w:rsid w:val="00104A56"/>
    <w:rsid w:val="001436FD"/>
    <w:rsid w:val="00160B45"/>
    <w:rsid w:val="001621DC"/>
    <w:rsid w:val="0017352D"/>
    <w:rsid w:val="00175F4C"/>
    <w:rsid w:val="0018216D"/>
    <w:rsid w:val="001851A1"/>
    <w:rsid w:val="001D087D"/>
    <w:rsid w:val="001F5C81"/>
    <w:rsid w:val="00224618"/>
    <w:rsid w:val="00226C85"/>
    <w:rsid w:val="00255751"/>
    <w:rsid w:val="00263DE0"/>
    <w:rsid w:val="00267732"/>
    <w:rsid w:val="002B5647"/>
    <w:rsid w:val="002E7F65"/>
    <w:rsid w:val="0032576A"/>
    <w:rsid w:val="00326581"/>
    <w:rsid w:val="00386EC4"/>
    <w:rsid w:val="003941CE"/>
    <w:rsid w:val="003A2DC6"/>
    <w:rsid w:val="003A494E"/>
    <w:rsid w:val="003C2228"/>
    <w:rsid w:val="003C6685"/>
    <w:rsid w:val="00420D7E"/>
    <w:rsid w:val="00425AAE"/>
    <w:rsid w:val="00437D9A"/>
    <w:rsid w:val="00474435"/>
    <w:rsid w:val="0049584E"/>
    <w:rsid w:val="00497369"/>
    <w:rsid w:val="004A5904"/>
    <w:rsid w:val="004A6AED"/>
    <w:rsid w:val="004C6F47"/>
    <w:rsid w:val="004E7F10"/>
    <w:rsid w:val="004F2F11"/>
    <w:rsid w:val="00521D7E"/>
    <w:rsid w:val="005411C3"/>
    <w:rsid w:val="00586FD0"/>
    <w:rsid w:val="005C0267"/>
    <w:rsid w:val="005C61C2"/>
    <w:rsid w:val="005D53F5"/>
    <w:rsid w:val="005E78AD"/>
    <w:rsid w:val="005F4E4B"/>
    <w:rsid w:val="0060782B"/>
    <w:rsid w:val="00635685"/>
    <w:rsid w:val="0064677F"/>
    <w:rsid w:val="00660F61"/>
    <w:rsid w:val="0069080F"/>
    <w:rsid w:val="006943D0"/>
    <w:rsid w:val="006A752C"/>
    <w:rsid w:val="006C64CC"/>
    <w:rsid w:val="006E6926"/>
    <w:rsid w:val="007B01AD"/>
    <w:rsid w:val="007C24D8"/>
    <w:rsid w:val="007C57A0"/>
    <w:rsid w:val="007E46D1"/>
    <w:rsid w:val="007F4533"/>
    <w:rsid w:val="007F6B65"/>
    <w:rsid w:val="008431C7"/>
    <w:rsid w:val="008901CC"/>
    <w:rsid w:val="008B4654"/>
    <w:rsid w:val="008D4F40"/>
    <w:rsid w:val="008F5BF1"/>
    <w:rsid w:val="00913A4B"/>
    <w:rsid w:val="00915B93"/>
    <w:rsid w:val="009402B1"/>
    <w:rsid w:val="00964692"/>
    <w:rsid w:val="009662C5"/>
    <w:rsid w:val="0099606A"/>
    <w:rsid w:val="009A4F8F"/>
    <w:rsid w:val="009C0E42"/>
    <w:rsid w:val="009D32C3"/>
    <w:rsid w:val="00A140EF"/>
    <w:rsid w:val="00A3420A"/>
    <w:rsid w:val="00A62E2C"/>
    <w:rsid w:val="00A917BA"/>
    <w:rsid w:val="00AA1D00"/>
    <w:rsid w:val="00AA69AA"/>
    <w:rsid w:val="00AC4279"/>
    <w:rsid w:val="00AD47AE"/>
    <w:rsid w:val="00AD6482"/>
    <w:rsid w:val="00AE35BC"/>
    <w:rsid w:val="00AF7064"/>
    <w:rsid w:val="00B01A83"/>
    <w:rsid w:val="00B06D77"/>
    <w:rsid w:val="00B10101"/>
    <w:rsid w:val="00B13881"/>
    <w:rsid w:val="00B32E37"/>
    <w:rsid w:val="00B41359"/>
    <w:rsid w:val="00B46653"/>
    <w:rsid w:val="00B47F41"/>
    <w:rsid w:val="00B62E31"/>
    <w:rsid w:val="00B65387"/>
    <w:rsid w:val="00B75DBB"/>
    <w:rsid w:val="00BA07D3"/>
    <w:rsid w:val="00BB423D"/>
    <w:rsid w:val="00BC5802"/>
    <w:rsid w:val="00BD2B0C"/>
    <w:rsid w:val="00C06C5F"/>
    <w:rsid w:val="00C4693B"/>
    <w:rsid w:val="00C70572"/>
    <w:rsid w:val="00C8580B"/>
    <w:rsid w:val="00C93146"/>
    <w:rsid w:val="00CC450C"/>
    <w:rsid w:val="00CD5D4C"/>
    <w:rsid w:val="00D13E33"/>
    <w:rsid w:val="00D230C3"/>
    <w:rsid w:val="00D231C4"/>
    <w:rsid w:val="00D33B57"/>
    <w:rsid w:val="00D45A13"/>
    <w:rsid w:val="00D82F15"/>
    <w:rsid w:val="00D970AE"/>
    <w:rsid w:val="00DD6552"/>
    <w:rsid w:val="00DF21F9"/>
    <w:rsid w:val="00E00951"/>
    <w:rsid w:val="00E108F9"/>
    <w:rsid w:val="00E238CA"/>
    <w:rsid w:val="00E8644D"/>
    <w:rsid w:val="00ED012E"/>
    <w:rsid w:val="00ED34CB"/>
    <w:rsid w:val="00EF1061"/>
    <w:rsid w:val="00F100E6"/>
    <w:rsid w:val="00F1078E"/>
    <w:rsid w:val="00F11D28"/>
    <w:rsid w:val="00F2762D"/>
    <w:rsid w:val="00FA0CC5"/>
    <w:rsid w:val="00FB2B9F"/>
    <w:rsid w:val="00FB582D"/>
    <w:rsid w:val="00F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F167D"/>
  <w15:docId w15:val="{E00A9BF3-3959-449E-BFB7-D7CD0F08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AE"/>
  </w:style>
  <w:style w:type="paragraph" w:styleId="Footer">
    <w:name w:val="footer"/>
    <w:basedOn w:val="Normal"/>
    <w:link w:val="FooterChar"/>
    <w:uiPriority w:val="99"/>
    <w:unhideWhenUsed/>
    <w:rsid w:val="00425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AE"/>
  </w:style>
  <w:style w:type="paragraph" w:styleId="BalloonText">
    <w:name w:val="Balloon Text"/>
    <w:basedOn w:val="Normal"/>
    <w:link w:val="BalloonTextChar"/>
    <w:uiPriority w:val="99"/>
    <w:semiHidden/>
    <w:unhideWhenUsed/>
    <w:rsid w:val="0042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411C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411C3"/>
  </w:style>
  <w:style w:type="paragraph" w:styleId="ListParagraph">
    <w:name w:val="List Paragraph"/>
    <w:basedOn w:val="Normal"/>
    <w:uiPriority w:val="34"/>
    <w:qFormat/>
    <w:rsid w:val="004A6AED"/>
    <w:pPr>
      <w:ind w:left="720"/>
      <w:contextualSpacing/>
    </w:pPr>
  </w:style>
  <w:style w:type="table" w:styleId="TableGrid">
    <w:name w:val="Table Grid"/>
    <w:basedOn w:val="TableNormal"/>
    <w:uiPriority w:val="59"/>
    <w:rsid w:val="006C6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ire\Documents\Custom%20Office%20Templates\CFK%20Preferred%20V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29D034DDA80444AEF41EA69B1CD456" ma:contentTypeVersion="13" ma:contentTypeDescription="Create a new document." ma:contentTypeScope="" ma:versionID="6e4c3412e2cac35610f35ce6367e4899">
  <xsd:schema xmlns:xsd="http://www.w3.org/2001/XMLSchema" xmlns:xs="http://www.w3.org/2001/XMLSchema" xmlns:p="http://schemas.microsoft.com/office/2006/metadata/properties" xmlns:ns2="32df9d83-0b4a-49d2-a876-1b1c8f707881" xmlns:ns3="8dd30e08-04f2-4407-a693-40ccc8151916" targetNamespace="http://schemas.microsoft.com/office/2006/metadata/properties" ma:root="true" ma:fieldsID="a04d57d3d3b5d3e331018403a1da4122" ns2:_="" ns3:_="">
    <xsd:import namespace="32df9d83-0b4a-49d2-a876-1b1c8f707881"/>
    <xsd:import namespace="8dd30e08-04f2-4407-a693-40ccc81519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f9d83-0b4a-49d2-a876-1b1c8f707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546a71d-6f37-4111-9735-1f9cca69b3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30e08-04f2-4407-a693-40ccc815191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6d187a8-2c0a-4f68-9e1d-e09902b202e3}" ma:internalName="TaxCatchAll" ma:showField="CatchAllData" ma:web="8dd30e08-04f2-4407-a693-40ccc81519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2370C-4B2D-48FB-B884-6775DB21EDD9}"/>
</file>

<file path=customXml/itemProps2.xml><?xml version="1.0" encoding="utf-8"?>
<ds:datastoreItem xmlns:ds="http://schemas.openxmlformats.org/officeDocument/2006/customXml" ds:itemID="{2EC7A53A-66DF-45AB-A497-A23299872A7E}"/>
</file>

<file path=docProps/app.xml><?xml version="1.0" encoding="utf-8"?>
<Properties xmlns="http://schemas.openxmlformats.org/officeDocument/2006/extended-properties" xmlns:vt="http://schemas.openxmlformats.org/officeDocument/2006/docPropsVTypes">
  <Template>CFK Preferred V01.dotx</Template>
  <TotalTime>9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Claire Kuhl</cp:lastModifiedBy>
  <cp:revision>7</cp:revision>
  <cp:lastPrinted>2023-10-05T15:54:00Z</cp:lastPrinted>
  <dcterms:created xsi:type="dcterms:W3CDTF">2023-10-05T15:46:00Z</dcterms:created>
  <dcterms:modified xsi:type="dcterms:W3CDTF">2023-11-02T13:59:00Z</dcterms:modified>
</cp:coreProperties>
</file>